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1911E" w14:textId="77777777" w:rsidR="009E3FEE" w:rsidRDefault="00E44A10">
      <w:pPr>
        <w:rPr>
          <w:b/>
          <w:lang w:val="es-E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AC35E" wp14:editId="4775CABC">
                <wp:simplePos x="0" y="0"/>
                <wp:positionH relativeFrom="column">
                  <wp:posOffset>2200275</wp:posOffset>
                </wp:positionH>
                <wp:positionV relativeFrom="paragraph">
                  <wp:posOffset>-114300</wp:posOffset>
                </wp:positionV>
                <wp:extent cx="2588895" cy="1501775"/>
                <wp:effectExtent l="0" t="25400" r="0" b="222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895" cy="150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1371EA" w14:textId="77777777" w:rsidR="009E3FEE" w:rsidRPr="009E3FEE" w:rsidRDefault="009E3FEE" w:rsidP="009E3FEE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72"/>
                                <w:lang w:val="es-ES"/>
                              </w:rPr>
                            </w:pPr>
                            <w:r w:rsidRPr="009E3FEE">
                              <w:rPr>
                                <w:b/>
                                <w:spacing w:val="10"/>
                                <w:sz w:val="144"/>
                                <w:szCs w:val="72"/>
                                <w:lang w:val="es-ES"/>
                              </w:rPr>
                              <w:t>LOTO!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73.25pt;margin-top:-8.95pt;width:203.85pt;height:11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" filled="f" stroked="f">
                <v:path arrowok="t"/>
                <v:textbox style="mso-fit-shape-to-text:t">
                  <w:txbxContent>
                    <w:p w14:paraId="211371EA" w14:textId="77777777" w:rsidR="009E3FEE" w:rsidRPr="009E3FEE" w:rsidRDefault="009E3FEE" w:rsidP="009E3FEE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72"/>
                          <w:lang w:val="es-ES"/>
                        </w:rPr>
                      </w:pPr>
                      <w:r w:rsidRPr="009E3FEE">
                        <w:rPr>
                          <w:b/>
                          <w:spacing w:val="10"/>
                          <w:sz w:val="144"/>
                          <w:szCs w:val="72"/>
                          <w:lang w:val="es-ES"/>
                        </w:rPr>
                        <w:t>LOTO!</w:t>
                      </w:r>
                    </w:p>
                  </w:txbxContent>
                </v:textbox>
              </v:shape>
            </w:pict>
          </mc:Fallback>
        </mc:AlternateContent>
      </w:r>
    </w:p>
    <w:p w14:paraId="1A59048B" w14:textId="77777777" w:rsidR="009E3FEE" w:rsidRDefault="009E3FEE">
      <w:pPr>
        <w:rPr>
          <w:b/>
          <w:lang w:val="es-ES"/>
        </w:rPr>
      </w:pPr>
    </w:p>
    <w:p w14:paraId="640FF766" w14:textId="77777777" w:rsidR="009E3FEE" w:rsidRDefault="009E3FEE">
      <w:pPr>
        <w:rPr>
          <w:b/>
          <w:lang w:val="es-ES"/>
        </w:rPr>
      </w:pPr>
    </w:p>
    <w:p w14:paraId="71057745" w14:textId="77777777" w:rsidR="003B2A79" w:rsidRPr="003B2A79" w:rsidRDefault="009E3FEE" w:rsidP="003B2A79">
      <w:pPr>
        <w:spacing w:after="0" w:line="240" w:lineRule="auto"/>
        <w:rPr>
          <w:b/>
          <w:sz w:val="24"/>
        </w:rPr>
      </w:pPr>
      <w:r w:rsidRPr="003B2A79">
        <w:rPr>
          <w:b/>
          <w:sz w:val="24"/>
        </w:rPr>
        <w:t xml:space="preserve">Instructions: </w:t>
      </w:r>
    </w:p>
    <w:p w14:paraId="6A505B37" w14:textId="77777777" w:rsidR="003B2A79" w:rsidRPr="003B2A79" w:rsidRDefault="003B2A79" w:rsidP="003B2A79">
      <w:pPr>
        <w:spacing w:after="0" w:line="240" w:lineRule="auto"/>
        <w:rPr>
          <w:sz w:val="24"/>
        </w:rPr>
      </w:pPr>
      <w:r w:rsidRPr="003B2A79">
        <w:rPr>
          <w:sz w:val="24"/>
        </w:rPr>
        <w:t xml:space="preserve">1. Compétez l’acrostiche </w:t>
      </w:r>
      <w:r w:rsidR="009E3FEE" w:rsidRPr="003B2A79">
        <w:rPr>
          <w:sz w:val="24"/>
        </w:rPr>
        <w:t>au-dessous avec le</w:t>
      </w:r>
      <w:r w:rsidRPr="003B2A79">
        <w:rPr>
          <w:sz w:val="24"/>
        </w:rPr>
        <w:t xml:space="preserve">s verbes qui utilisent </w:t>
      </w:r>
      <w:r w:rsidRPr="003B2A79">
        <w:rPr>
          <w:i/>
          <w:sz w:val="24"/>
        </w:rPr>
        <w:t>ÊTRE</w:t>
      </w:r>
      <w:r w:rsidR="009E3FEE" w:rsidRPr="003B2A79">
        <w:rPr>
          <w:sz w:val="24"/>
        </w:rPr>
        <w:t xml:space="preserve">. </w:t>
      </w:r>
    </w:p>
    <w:p w14:paraId="04C948CB" w14:textId="77777777" w:rsidR="003B2A79" w:rsidRPr="003B2A79" w:rsidRDefault="003B2A79" w:rsidP="003B2A79">
      <w:pPr>
        <w:spacing w:after="0" w:line="240" w:lineRule="auto"/>
        <w:rPr>
          <w:sz w:val="24"/>
        </w:rPr>
      </w:pPr>
      <w:r w:rsidRPr="003B2A79">
        <w:rPr>
          <w:sz w:val="24"/>
        </w:rPr>
        <w:t xml:space="preserve">2. Puis, complétez la grille avec une conjugaison au passé composé. UTILISEZ LES PRONOMS </w:t>
      </w:r>
      <w:r w:rsidRPr="003B2A79">
        <w:rPr>
          <w:b/>
          <w:sz w:val="24"/>
          <w:u w:val="single"/>
        </w:rPr>
        <w:t>IL</w:t>
      </w:r>
      <w:r w:rsidRPr="003B2A79">
        <w:rPr>
          <w:sz w:val="24"/>
        </w:rPr>
        <w:t xml:space="preserve"> et </w:t>
      </w:r>
      <w:bookmarkStart w:id="0" w:name="_GoBack"/>
      <w:r w:rsidRPr="003B2A79">
        <w:rPr>
          <w:b/>
          <w:sz w:val="24"/>
          <w:u w:val="single"/>
        </w:rPr>
        <w:t>ELLE</w:t>
      </w:r>
      <w:bookmarkEnd w:id="0"/>
      <w:r w:rsidRPr="003B2A79">
        <w:rPr>
          <w:sz w:val="24"/>
        </w:rPr>
        <w:t>.</w:t>
      </w:r>
    </w:p>
    <w:p w14:paraId="5392F904" w14:textId="309DF677" w:rsidR="00AC39B0" w:rsidRPr="003B2A79" w:rsidRDefault="003B2A79" w:rsidP="003B2A79">
      <w:pPr>
        <w:spacing w:after="0" w:line="240" w:lineRule="auto"/>
        <w:rPr>
          <w:sz w:val="24"/>
        </w:rPr>
      </w:pPr>
      <w:r w:rsidRPr="003B2A79">
        <w:rPr>
          <w:sz w:val="24"/>
        </w:rPr>
        <w:t>3. Je vais annoncer une combinaison et vous pouvez marquer la case si vous l’avez.</w:t>
      </w:r>
    </w:p>
    <w:p w14:paraId="225DBAD6" w14:textId="77777777" w:rsidR="003B2A79" w:rsidRDefault="003B2A79" w:rsidP="003B2A79">
      <w:pPr>
        <w:spacing w:after="0" w:line="240" w:lineRule="auto"/>
        <w:rPr>
          <w:b/>
        </w:rPr>
      </w:pPr>
    </w:p>
    <w:p w14:paraId="4F313AEC" w14:textId="77F6E733" w:rsidR="000E0317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>D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V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T</w:t>
      </w:r>
    </w:p>
    <w:p w14:paraId="685EEBA8" w14:textId="56108E3B" w:rsidR="003B2A79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>R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A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R</w:t>
      </w:r>
    </w:p>
    <w:p w14:paraId="799CDA06" w14:textId="542D4D44" w:rsidR="003B2A79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N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A</w:t>
      </w:r>
    </w:p>
    <w:p w14:paraId="6C710FD9" w14:textId="68FA0FC1" w:rsidR="003B2A79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>M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D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M</w:t>
      </w:r>
    </w:p>
    <w:p w14:paraId="4879F2B7" w14:textId="5C3B4816" w:rsidR="003B2A79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>R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E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P</w:t>
      </w:r>
    </w:p>
    <w:p w14:paraId="6FE692B3" w14:textId="69496030" w:rsidR="003B2A79" w:rsidRPr="003B2A79" w:rsidRDefault="003B2A79" w:rsidP="00C00263">
      <w:pPr>
        <w:spacing w:after="0" w:line="240" w:lineRule="auto"/>
        <w:rPr>
          <w:b/>
          <w:sz w:val="32"/>
        </w:rPr>
      </w:pPr>
      <w:r w:rsidRPr="003B2A79">
        <w:rPr>
          <w:b/>
          <w:sz w:val="32"/>
        </w:rPr>
        <w:t>S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R</w:t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</w:r>
      <w:r w:rsidRPr="003B2A79">
        <w:rPr>
          <w:b/>
          <w:sz w:val="32"/>
        </w:rPr>
        <w:tab/>
        <w:t>P</w:t>
      </w:r>
    </w:p>
    <w:p w14:paraId="2EAE5D5B" w14:textId="77777777" w:rsidR="00C00263" w:rsidRPr="007A42A6" w:rsidRDefault="00C00263" w:rsidP="000E0317">
      <w:pPr>
        <w:spacing w:after="0" w:line="240" w:lineRule="auto"/>
        <w:ind w:left="1440"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2403BEE" w14:textId="77777777" w:rsidR="007F7702" w:rsidRPr="00702E02" w:rsidRDefault="007F7702" w:rsidP="007F7702">
      <w:pPr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7264FC" w:rsidRPr="00702E02" w14:paraId="782E9F3E" w14:textId="77777777" w:rsidTr="007A42A6">
        <w:trPr>
          <w:trHeight w:val="1313"/>
          <w:jc w:val="center"/>
        </w:trPr>
        <w:tc>
          <w:tcPr>
            <w:tcW w:w="1915" w:type="dxa"/>
          </w:tcPr>
          <w:p w14:paraId="25480B6E" w14:textId="77777777" w:rsidR="007264FC" w:rsidRPr="00702E02" w:rsidRDefault="007264FC" w:rsidP="007264FC"/>
          <w:p w14:paraId="57EB3913" w14:textId="77777777" w:rsidR="007264FC" w:rsidRPr="00702E02" w:rsidRDefault="007264FC" w:rsidP="007264FC"/>
          <w:p w14:paraId="75F97DFE" w14:textId="77777777" w:rsidR="007264FC" w:rsidRPr="00702E02" w:rsidRDefault="007264FC" w:rsidP="007264FC"/>
          <w:p w14:paraId="7F636F48" w14:textId="77777777" w:rsidR="007264FC" w:rsidRPr="00702E02" w:rsidRDefault="007264FC" w:rsidP="007264FC"/>
        </w:tc>
        <w:tc>
          <w:tcPr>
            <w:tcW w:w="1915" w:type="dxa"/>
          </w:tcPr>
          <w:p w14:paraId="24B120A8" w14:textId="77777777" w:rsidR="007264FC" w:rsidRPr="00702E02" w:rsidRDefault="007264FC" w:rsidP="007264FC"/>
        </w:tc>
        <w:tc>
          <w:tcPr>
            <w:tcW w:w="1915" w:type="dxa"/>
          </w:tcPr>
          <w:p w14:paraId="3A3E9E7B" w14:textId="77777777" w:rsidR="007264FC" w:rsidRPr="00702E02" w:rsidRDefault="007264FC" w:rsidP="007264FC"/>
        </w:tc>
        <w:tc>
          <w:tcPr>
            <w:tcW w:w="1915" w:type="dxa"/>
          </w:tcPr>
          <w:p w14:paraId="0F52992C" w14:textId="77777777" w:rsidR="007264FC" w:rsidRPr="00702E02" w:rsidRDefault="007264FC" w:rsidP="007264FC"/>
        </w:tc>
        <w:tc>
          <w:tcPr>
            <w:tcW w:w="1916" w:type="dxa"/>
          </w:tcPr>
          <w:p w14:paraId="6ECAE135" w14:textId="77777777" w:rsidR="007264FC" w:rsidRPr="00702E02" w:rsidRDefault="007264FC" w:rsidP="007264FC"/>
        </w:tc>
      </w:tr>
      <w:tr w:rsidR="007264FC" w:rsidRPr="00702E02" w14:paraId="540A8438" w14:textId="77777777" w:rsidTr="007A42A6">
        <w:trPr>
          <w:trHeight w:val="1403"/>
          <w:jc w:val="center"/>
        </w:trPr>
        <w:tc>
          <w:tcPr>
            <w:tcW w:w="1915" w:type="dxa"/>
          </w:tcPr>
          <w:p w14:paraId="2FA00A6E" w14:textId="77777777" w:rsidR="007264FC" w:rsidRPr="00702E02" w:rsidRDefault="007264FC" w:rsidP="007264FC"/>
          <w:p w14:paraId="29BCF002" w14:textId="77777777" w:rsidR="007264FC" w:rsidRPr="00702E02" w:rsidRDefault="007264FC" w:rsidP="007264FC"/>
          <w:p w14:paraId="50505298" w14:textId="77777777" w:rsidR="007264FC" w:rsidRPr="00702E02" w:rsidRDefault="007264FC" w:rsidP="007264FC"/>
          <w:p w14:paraId="347D7134" w14:textId="77777777" w:rsidR="007264FC" w:rsidRPr="00702E02" w:rsidRDefault="007264FC" w:rsidP="007264FC"/>
        </w:tc>
        <w:tc>
          <w:tcPr>
            <w:tcW w:w="1915" w:type="dxa"/>
          </w:tcPr>
          <w:p w14:paraId="4B6CA584" w14:textId="77777777" w:rsidR="007264FC" w:rsidRPr="00702E02" w:rsidRDefault="007264FC" w:rsidP="007264FC"/>
        </w:tc>
        <w:tc>
          <w:tcPr>
            <w:tcW w:w="1915" w:type="dxa"/>
          </w:tcPr>
          <w:p w14:paraId="221699B0" w14:textId="77777777" w:rsidR="007264FC" w:rsidRPr="00702E02" w:rsidRDefault="007264FC" w:rsidP="007264FC"/>
        </w:tc>
        <w:tc>
          <w:tcPr>
            <w:tcW w:w="1915" w:type="dxa"/>
          </w:tcPr>
          <w:p w14:paraId="5812BB85" w14:textId="77777777" w:rsidR="007264FC" w:rsidRPr="00702E02" w:rsidRDefault="007264FC" w:rsidP="007264FC"/>
        </w:tc>
        <w:tc>
          <w:tcPr>
            <w:tcW w:w="1916" w:type="dxa"/>
          </w:tcPr>
          <w:p w14:paraId="61B0BB33" w14:textId="77777777" w:rsidR="007264FC" w:rsidRPr="00702E02" w:rsidRDefault="007264FC" w:rsidP="007264FC"/>
        </w:tc>
      </w:tr>
      <w:tr w:rsidR="007264FC" w:rsidRPr="00702E02" w14:paraId="175842A3" w14:textId="77777777" w:rsidTr="007A42A6">
        <w:trPr>
          <w:trHeight w:val="1295"/>
          <w:jc w:val="center"/>
        </w:trPr>
        <w:tc>
          <w:tcPr>
            <w:tcW w:w="1915" w:type="dxa"/>
          </w:tcPr>
          <w:p w14:paraId="327F3961" w14:textId="77777777" w:rsidR="007264FC" w:rsidRPr="00702E02" w:rsidRDefault="007264FC" w:rsidP="007264FC"/>
          <w:p w14:paraId="55C8FA54" w14:textId="77777777" w:rsidR="007264FC" w:rsidRPr="00702E02" w:rsidRDefault="007264FC" w:rsidP="007264FC"/>
          <w:p w14:paraId="1A385C48" w14:textId="77777777" w:rsidR="007264FC" w:rsidRPr="00702E02" w:rsidRDefault="007264FC" w:rsidP="007264FC"/>
          <w:p w14:paraId="7F3901FB" w14:textId="77777777" w:rsidR="007264FC" w:rsidRPr="00702E02" w:rsidRDefault="007264FC" w:rsidP="007264FC"/>
        </w:tc>
        <w:tc>
          <w:tcPr>
            <w:tcW w:w="1915" w:type="dxa"/>
          </w:tcPr>
          <w:p w14:paraId="490DF37E" w14:textId="77777777" w:rsidR="007264FC" w:rsidRPr="00702E02" w:rsidRDefault="007264FC" w:rsidP="007264FC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14:paraId="3743059C" w14:textId="77777777" w:rsidR="007264FC" w:rsidRPr="00702E02" w:rsidRDefault="007264FC" w:rsidP="007264FC">
            <w:pPr>
              <w:jc w:val="center"/>
              <w:rPr>
                <w:b/>
              </w:rPr>
            </w:pPr>
          </w:p>
          <w:p w14:paraId="213B0D89" w14:textId="77777777" w:rsidR="007264FC" w:rsidRPr="007264FC" w:rsidRDefault="007264FC" w:rsidP="007264FC">
            <w:pPr>
              <w:jc w:val="center"/>
              <w:rPr>
                <w:b/>
                <w:lang w:val="es-ES"/>
              </w:rPr>
            </w:pPr>
            <w:r w:rsidRPr="007A42A6">
              <w:rPr>
                <w:b/>
                <w:sz w:val="48"/>
                <w:lang w:val="es-ES"/>
              </w:rPr>
              <w:t>*LIBRE*</w:t>
            </w:r>
          </w:p>
        </w:tc>
        <w:tc>
          <w:tcPr>
            <w:tcW w:w="1915" w:type="dxa"/>
          </w:tcPr>
          <w:p w14:paraId="71830EC4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4BDA78C7" w14:textId="77777777" w:rsidR="007264FC" w:rsidRDefault="007264FC" w:rsidP="007264FC">
            <w:pPr>
              <w:rPr>
                <w:lang w:val="es-ES"/>
              </w:rPr>
            </w:pPr>
          </w:p>
        </w:tc>
      </w:tr>
      <w:tr w:rsidR="007264FC" w:rsidRPr="00702E02" w14:paraId="4F0E702D" w14:textId="77777777" w:rsidTr="007A42A6">
        <w:trPr>
          <w:trHeight w:val="1295"/>
          <w:jc w:val="center"/>
        </w:trPr>
        <w:tc>
          <w:tcPr>
            <w:tcW w:w="1915" w:type="dxa"/>
          </w:tcPr>
          <w:p w14:paraId="3001209C" w14:textId="77777777" w:rsidR="007264FC" w:rsidRDefault="007264FC" w:rsidP="007264FC">
            <w:pPr>
              <w:rPr>
                <w:lang w:val="es-ES"/>
              </w:rPr>
            </w:pPr>
          </w:p>
          <w:p w14:paraId="364CDFC2" w14:textId="77777777" w:rsidR="007264FC" w:rsidRDefault="007264FC" w:rsidP="007264FC">
            <w:pPr>
              <w:rPr>
                <w:lang w:val="es-ES"/>
              </w:rPr>
            </w:pPr>
          </w:p>
          <w:p w14:paraId="3E30DC36" w14:textId="77777777" w:rsidR="007264FC" w:rsidRDefault="007264FC" w:rsidP="007264FC">
            <w:pPr>
              <w:rPr>
                <w:lang w:val="es-ES"/>
              </w:rPr>
            </w:pPr>
          </w:p>
          <w:p w14:paraId="737CC913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153AC65B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0AD84CA1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27007F7A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59272DA1" w14:textId="77777777" w:rsidR="007264FC" w:rsidRDefault="007264FC" w:rsidP="007264FC">
            <w:pPr>
              <w:rPr>
                <w:lang w:val="es-ES"/>
              </w:rPr>
            </w:pPr>
          </w:p>
        </w:tc>
      </w:tr>
      <w:tr w:rsidR="007264FC" w:rsidRPr="00702E02" w14:paraId="74EAE808" w14:textId="77777777" w:rsidTr="00A33F70">
        <w:trPr>
          <w:trHeight w:val="1385"/>
          <w:jc w:val="center"/>
        </w:trPr>
        <w:tc>
          <w:tcPr>
            <w:tcW w:w="1915" w:type="dxa"/>
          </w:tcPr>
          <w:p w14:paraId="77F23D65" w14:textId="77777777" w:rsidR="007264FC" w:rsidRDefault="007264FC" w:rsidP="007264FC">
            <w:pPr>
              <w:rPr>
                <w:lang w:val="es-ES"/>
              </w:rPr>
            </w:pPr>
          </w:p>
          <w:p w14:paraId="232A3DBC" w14:textId="77777777" w:rsidR="007264FC" w:rsidRDefault="007264FC" w:rsidP="007264FC">
            <w:pPr>
              <w:rPr>
                <w:lang w:val="es-ES"/>
              </w:rPr>
            </w:pPr>
          </w:p>
          <w:p w14:paraId="268F1A75" w14:textId="77777777" w:rsidR="007264FC" w:rsidRDefault="007264FC" w:rsidP="007264FC">
            <w:pPr>
              <w:rPr>
                <w:lang w:val="es-ES"/>
              </w:rPr>
            </w:pPr>
          </w:p>
          <w:p w14:paraId="5AF6C714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48403C88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635F0752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4FA8AD6E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15122A3B" w14:textId="77777777" w:rsidR="007264FC" w:rsidRDefault="007264FC" w:rsidP="007264FC">
            <w:pPr>
              <w:rPr>
                <w:lang w:val="es-ES"/>
              </w:rPr>
            </w:pPr>
          </w:p>
        </w:tc>
      </w:tr>
    </w:tbl>
    <w:p w14:paraId="72D4697F" w14:textId="77777777" w:rsidR="007264FC" w:rsidRDefault="007264FC" w:rsidP="007264FC">
      <w:pPr>
        <w:spacing w:after="0" w:line="240" w:lineRule="auto"/>
        <w:rPr>
          <w:lang w:val="es-ES"/>
        </w:rPr>
      </w:pPr>
    </w:p>
    <w:p w14:paraId="08CDADA2" w14:textId="77777777" w:rsidR="00C00263" w:rsidRDefault="00C00263">
      <w:pPr>
        <w:rPr>
          <w:b/>
        </w:rPr>
      </w:pPr>
    </w:p>
    <w:sectPr w:rsidR="00C00263" w:rsidSect="009E3F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60A8D" w14:textId="77777777" w:rsidR="00392DEA" w:rsidRDefault="00392DEA" w:rsidP="007264FC">
      <w:pPr>
        <w:spacing w:after="0" w:line="240" w:lineRule="auto"/>
      </w:pPr>
      <w:r>
        <w:separator/>
      </w:r>
    </w:p>
  </w:endnote>
  <w:endnote w:type="continuationSeparator" w:id="0">
    <w:p w14:paraId="3B915951" w14:textId="77777777" w:rsidR="00392DEA" w:rsidRDefault="00392DEA" w:rsidP="0072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F631F" w14:textId="77777777" w:rsidR="00392DEA" w:rsidRDefault="00392DEA" w:rsidP="007264FC">
      <w:pPr>
        <w:spacing w:after="0" w:line="240" w:lineRule="auto"/>
      </w:pPr>
      <w:r>
        <w:separator/>
      </w:r>
    </w:p>
  </w:footnote>
  <w:footnote w:type="continuationSeparator" w:id="0">
    <w:p w14:paraId="425E70AE" w14:textId="77777777" w:rsidR="00392DEA" w:rsidRDefault="00392DEA" w:rsidP="007264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63"/>
    <w:rsid w:val="000E0317"/>
    <w:rsid w:val="001B2316"/>
    <w:rsid w:val="003233A9"/>
    <w:rsid w:val="003540A2"/>
    <w:rsid w:val="00392DEA"/>
    <w:rsid w:val="003B2A79"/>
    <w:rsid w:val="003D7BB9"/>
    <w:rsid w:val="00422D3C"/>
    <w:rsid w:val="004754BA"/>
    <w:rsid w:val="005023A9"/>
    <w:rsid w:val="005648E1"/>
    <w:rsid w:val="006300EF"/>
    <w:rsid w:val="006A45E9"/>
    <w:rsid w:val="006B4C99"/>
    <w:rsid w:val="00702E02"/>
    <w:rsid w:val="007264FC"/>
    <w:rsid w:val="007A42A6"/>
    <w:rsid w:val="007F7702"/>
    <w:rsid w:val="008C6F0D"/>
    <w:rsid w:val="009E3FEE"/>
    <w:rsid w:val="00A33F70"/>
    <w:rsid w:val="00A66FEA"/>
    <w:rsid w:val="00AC39B0"/>
    <w:rsid w:val="00C00263"/>
    <w:rsid w:val="00D777C5"/>
    <w:rsid w:val="00D832F7"/>
    <w:rsid w:val="00E4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B5C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26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64F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26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64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Games\Loto%20en%20pair%20-%20TABLEA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9C6B8BA-D3A6-F849-8CDE-E7323442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Templates\Games\Loto en pair - TABLEAU.dotx</Template>
  <TotalTime>6</TotalTime>
  <Pages>1</Pages>
  <Words>63</Words>
  <Characters>363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Edouard Smith</cp:lastModifiedBy>
  <cp:revision>3</cp:revision>
  <cp:lastPrinted>2012-12-12T17:08:00Z</cp:lastPrinted>
  <dcterms:created xsi:type="dcterms:W3CDTF">2013-12-20T14:40:00Z</dcterms:created>
  <dcterms:modified xsi:type="dcterms:W3CDTF">2013-12-20T14:45:00Z</dcterms:modified>
</cp:coreProperties>
</file>